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212C4649" w14:textId="77777777" w:rsidR="00616F3E" w:rsidRPr="006834A4" w:rsidRDefault="00616F3E" w:rsidP="00616F3E">
      <w:pPr>
        <w:jc w:val="center"/>
        <w:rPr>
          <w:rFonts w:asciiTheme="minorHAnsi" w:hAnsiTheme="minorHAnsi"/>
          <w:sz w:val="52"/>
          <w:szCs w:val="52"/>
        </w:rPr>
      </w:pPr>
    </w:p>
    <w:p w14:paraId="3A913417" w14:textId="77777777" w:rsidR="00616F3E" w:rsidRPr="006834A4" w:rsidRDefault="00616F3E" w:rsidP="00616F3E">
      <w:pPr>
        <w:jc w:val="center"/>
        <w:rPr>
          <w:rFonts w:asciiTheme="minorHAnsi" w:hAnsiTheme="minorHAnsi"/>
          <w:b/>
          <w:sz w:val="52"/>
          <w:szCs w:val="52"/>
        </w:rPr>
      </w:pPr>
      <w:r>
        <w:rPr>
          <w:noProof/>
        </w:rPr>
        <w:pict w14:anchorId="1625E984">
          <v:rect id="Rectangle 2" o:spid="_x0000_s1052" style="position:absolute;left:0;text-align:left;margin-left:-1pt;margin-top:13.05pt;width:473.45pt;height:3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" fillcolor="#365f91" strokecolor="#a5a5a5" strokeweight="2.25pt">
            <v:shadow on="t" color="#7f7f7f" opacity=".5" offset="1pt"/>
            <v:textbox>
              <w:txbxContent>
                <w:p w14:paraId="0895E74A" w14:textId="77777777" w:rsidR="00616F3E" w:rsidRPr="002932C9" w:rsidRDefault="00616F3E" w:rsidP="00616F3E">
                  <w:pPr>
                    <w:spacing w:line="400" w:lineRule="exact"/>
                    <w:ind w:left="-142"/>
                    <w:jc w:val="center"/>
                    <w:rPr>
                      <w:rFonts w:ascii="Slicker" w:hAnsi="Slicker"/>
                      <w:b/>
                      <w:color w:val="FFFFFF"/>
                      <w:sz w:val="36"/>
                      <w:szCs w:val="36"/>
                    </w:rPr>
                  </w:pPr>
                  <w:r>
                    <w:rPr>
                      <w:rFonts w:ascii="Slicker" w:hAnsi="Slicker"/>
                      <w:b/>
                      <w:color w:val="FFFFFF"/>
                      <w:sz w:val="36"/>
                      <w:szCs w:val="36"/>
                    </w:rPr>
                    <w:t>Bordereau des Prix Unitaires (BPU)</w:t>
                  </w:r>
                  <w:r w:rsidRPr="002932C9">
                    <w:rPr>
                      <w:rFonts w:ascii="Slicker" w:hAnsi="Slicker"/>
                      <w:b/>
                      <w:color w:val="FFFFFF"/>
                      <w:sz w:val="36"/>
                      <w:szCs w:val="36"/>
                    </w:rPr>
                    <w:t xml:space="preserve"> </w:t>
                  </w:r>
                </w:p>
                <w:p w14:paraId="79D6B68E" w14:textId="77777777" w:rsidR="00616F3E" w:rsidRPr="002D44A5" w:rsidRDefault="00616F3E" w:rsidP="00616F3E">
                  <w:pPr>
                    <w:jc w:val="center"/>
                    <w:rPr>
                      <w:color w:val="FFFFFF"/>
                      <w:sz w:val="36"/>
                      <w:szCs w:val="36"/>
                    </w:rPr>
                  </w:pPr>
                </w:p>
              </w:txbxContent>
            </v:textbox>
          </v:rect>
        </w:pict>
      </w:r>
    </w:p>
    <w:p w14:paraId="6F881A76" w14:textId="77777777" w:rsidR="00616F3E" w:rsidRPr="006834A4" w:rsidRDefault="00616F3E" w:rsidP="00616F3E">
      <w:pPr>
        <w:jc w:val="center"/>
        <w:rPr>
          <w:rFonts w:asciiTheme="minorHAnsi" w:hAnsiTheme="minorHAnsi"/>
          <w:b/>
          <w:sz w:val="52"/>
          <w:szCs w:val="52"/>
        </w:rPr>
      </w:pPr>
    </w:p>
    <w:p w14:paraId="536C2557" w14:textId="77777777" w:rsidR="00616F3E" w:rsidRPr="006834A4" w:rsidRDefault="00616F3E" w:rsidP="00616F3E">
      <w:pPr>
        <w:jc w:val="center"/>
        <w:rPr>
          <w:rFonts w:asciiTheme="minorHAnsi" w:hAnsiTheme="minorHAnsi"/>
          <w:b/>
          <w:sz w:val="52"/>
          <w:szCs w:val="52"/>
        </w:rPr>
      </w:pPr>
    </w:p>
    <w:p w14:paraId="76E159D6" w14:textId="77777777" w:rsidR="00616F3E" w:rsidRPr="006834A4" w:rsidRDefault="00616F3E" w:rsidP="00616F3E">
      <w:pPr>
        <w:shd w:val="clear" w:color="auto" w:fill="365F91"/>
        <w:spacing w:line="400" w:lineRule="exact"/>
        <w:ind w:right="-29"/>
        <w:jc w:val="center"/>
        <w:rPr>
          <w:rFonts w:asciiTheme="minorHAnsi" w:hAnsiTheme="minorHAnsi"/>
          <w:b/>
          <w:color w:val="FFFFFF"/>
        </w:rPr>
      </w:pPr>
      <w:r w:rsidRPr="006834A4">
        <w:rPr>
          <w:rFonts w:asciiTheme="minorHAnsi" w:hAnsiTheme="minorHAnsi"/>
          <w:b/>
          <w:color w:val="FFFFFF"/>
          <w:sz w:val="32"/>
        </w:rPr>
        <w:t>MARCHE PUBLIC DE TRAVAUX</w:t>
      </w:r>
    </w:p>
    <w:p w14:paraId="3E4061C6" w14:textId="77777777" w:rsidR="00616F3E" w:rsidRPr="006834A4" w:rsidRDefault="00616F3E" w:rsidP="00616F3E">
      <w:pPr>
        <w:jc w:val="center"/>
        <w:rPr>
          <w:rFonts w:asciiTheme="minorHAnsi" w:hAnsiTheme="minorHAnsi"/>
          <w:b/>
          <w:sz w:val="52"/>
          <w:szCs w:val="52"/>
        </w:rPr>
      </w:pPr>
    </w:p>
    <w:p w14:paraId="46F3CCA9" w14:textId="77777777" w:rsidR="00616F3E" w:rsidRPr="006834A4" w:rsidRDefault="00616F3E" w:rsidP="00616F3E">
      <w:pPr>
        <w:rPr>
          <w:rFonts w:asciiTheme="minorHAnsi" w:hAnsiTheme="minorHAnsi"/>
          <w:b/>
          <w:sz w:val="52"/>
          <w:szCs w:val="52"/>
        </w:rPr>
      </w:pPr>
    </w:p>
    <w:p w14:paraId="11FF402C" w14:textId="77777777" w:rsidR="00616F3E" w:rsidRDefault="00616F3E" w:rsidP="00616F3E">
      <w:pPr>
        <w:jc w:val="center"/>
        <w:rPr>
          <w:rFonts w:asciiTheme="minorHAnsi" w:hAnsiTheme="minorHAnsi"/>
          <w:b/>
          <w:color w:val="808080"/>
          <w:sz w:val="52"/>
          <w:szCs w:val="52"/>
        </w:rPr>
      </w:pPr>
      <w:r w:rsidRPr="007132F2">
        <w:rPr>
          <w:rFonts w:asciiTheme="minorHAnsi" w:hAnsiTheme="minorHAnsi"/>
          <w:b/>
          <w:noProof/>
          <w:color w:val="808080"/>
          <w:sz w:val="52"/>
          <w:szCs w:val="52"/>
        </w:rPr>
        <w:t xml:space="preserve">Mairie de </w:t>
      </w:r>
      <w:r>
        <w:rPr>
          <w:rFonts w:asciiTheme="minorHAnsi" w:hAnsiTheme="minorHAnsi"/>
          <w:b/>
          <w:noProof/>
          <w:color w:val="808080"/>
          <w:sz w:val="52"/>
          <w:szCs w:val="52"/>
        </w:rPr>
        <w:t>LE PLESSIS BELLEVILLE</w:t>
      </w:r>
    </w:p>
    <w:p w14:paraId="084D841F" w14:textId="77777777" w:rsidR="00616F3E" w:rsidRPr="006834A4" w:rsidRDefault="00616F3E" w:rsidP="00616F3E">
      <w:pPr>
        <w:rPr>
          <w:rFonts w:asciiTheme="minorHAnsi" w:hAnsiTheme="minorHAnsi"/>
          <w:sz w:val="52"/>
          <w:szCs w:val="52"/>
        </w:rPr>
      </w:pPr>
    </w:p>
    <w:tbl>
      <w:tblPr>
        <w:tblW w:w="9361" w:type="dxa"/>
        <w:tblInd w:w="70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1"/>
      </w:tblGrid>
      <w:tr w:rsidR="00616F3E" w:rsidRPr="006834A4" w14:paraId="3EC2A13D" w14:textId="77777777" w:rsidTr="00161165">
        <w:trPr>
          <w:trHeight w:val="205"/>
        </w:trPr>
        <w:tc>
          <w:tcPr>
            <w:tcW w:w="9361" w:type="dxa"/>
            <w:tcBorders>
              <w:top w:val="double" w:sz="4" w:space="0" w:color="A6A6A6"/>
              <w:left w:val="double" w:sz="4" w:space="0" w:color="A6A6A6"/>
              <w:bottom w:val="nil"/>
              <w:right w:val="double" w:sz="4" w:space="0" w:color="A6A6A6"/>
            </w:tcBorders>
            <w:shd w:val="clear" w:color="auto" w:fill="365F91"/>
            <w:hideMark/>
          </w:tcPr>
          <w:p w14:paraId="20D24C37" w14:textId="77777777" w:rsidR="00616F3E" w:rsidRPr="006834A4" w:rsidRDefault="00616F3E" w:rsidP="00161165">
            <w:pPr>
              <w:spacing w:line="276" w:lineRule="auto"/>
              <w:ind w:right="-61"/>
              <w:jc w:val="center"/>
              <w:rPr>
                <w:rFonts w:asciiTheme="minorHAnsi" w:hAnsiTheme="minorHAnsi"/>
                <w:b/>
                <w:bCs/>
                <w:i/>
                <w:iCs/>
                <w:color w:val="FFFFFF"/>
                <w:sz w:val="28"/>
                <w:szCs w:val="28"/>
                <w:lang w:eastAsia="en-US"/>
              </w:rPr>
            </w:pPr>
            <w:r w:rsidRPr="006834A4">
              <w:rPr>
                <w:rFonts w:asciiTheme="minorHAnsi" w:hAnsiTheme="minorHAnsi"/>
                <w:b/>
                <w:bCs/>
                <w:i/>
                <w:iCs/>
                <w:color w:val="FFFFFF"/>
                <w:sz w:val="28"/>
                <w:szCs w:val="28"/>
              </w:rPr>
              <w:t>Objet du marché</w:t>
            </w:r>
          </w:p>
        </w:tc>
      </w:tr>
      <w:tr w:rsidR="00616F3E" w:rsidRPr="006834A4" w14:paraId="4AED31DF" w14:textId="77777777" w:rsidTr="00161165">
        <w:trPr>
          <w:trHeight w:val="48"/>
        </w:trPr>
        <w:tc>
          <w:tcPr>
            <w:tcW w:w="9361" w:type="dxa"/>
            <w:tcBorders>
              <w:top w:val="nil"/>
              <w:left w:val="double" w:sz="4" w:space="0" w:color="A6A6A6"/>
              <w:bottom w:val="nil"/>
              <w:right w:val="double" w:sz="4" w:space="0" w:color="A6A6A6"/>
            </w:tcBorders>
          </w:tcPr>
          <w:p w14:paraId="4BB07109" w14:textId="77777777" w:rsidR="00616F3E" w:rsidRPr="006834A4" w:rsidRDefault="00616F3E" w:rsidP="00161165">
            <w:pPr>
              <w:spacing w:line="276" w:lineRule="auto"/>
              <w:ind w:right="-61"/>
              <w:rPr>
                <w:rFonts w:asciiTheme="minorHAnsi" w:hAnsiTheme="minorHAnsi"/>
                <w:sz w:val="6"/>
                <w:szCs w:val="6"/>
                <w:lang w:eastAsia="en-US"/>
              </w:rPr>
            </w:pPr>
          </w:p>
        </w:tc>
      </w:tr>
      <w:tr w:rsidR="00616F3E" w:rsidRPr="00AA511C" w14:paraId="5B11F7A2" w14:textId="77777777" w:rsidTr="00161165">
        <w:trPr>
          <w:trHeight w:val="835"/>
        </w:trPr>
        <w:tc>
          <w:tcPr>
            <w:tcW w:w="9361" w:type="dxa"/>
            <w:tcBorders>
              <w:top w:val="nil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089F1C6B" w14:textId="77777777" w:rsidR="00616F3E" w:rsidRPr="00D21933" w:rsidRDefault="00616F3E" w:rsidP="00161165">
            <w:pPr>
              <w:spacing w:line="276" w:lineRule="auto"/>
              <w:ind w:right="-61"/>
              <w:jc w:val="center"/>
              <w:rPr>
                <w:rFonts w:asciiTheme="minorHAnsi" w:hAnsiTheme="minorHAnsi"/>
                <w:color w:val="808080" w:themeColor="background1" w:themeShade="80"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/>
                <w:noProof/>
                <w:color w:val="365F91"/>
                <w:sz w:val="28"/>
                <w:szCs w:val="28"/>
              </w:rPr>
              <w:t>Réaménagement des trottoirs et rénovation de l’assainissement de la rue de Paris</w:t>
            </w:r>
          </w:p>
        </w:tc>
      </w:tr>
    </w:tbl>
    <w:p w14:paraId="5B55D59F" w14:textId="77777777" w:rsidR="00616F3E" w:rsidRDefault="00616F3E" w:rsidP="00616F3E">
      <w:pPr>
        <w:tabs>
          <w:tab w:val="left" w:pos="3742"/>
        </w:tabs>
        <w:jc w:val="center"/>
        <w:rPr>
          <w:rFonts w:asciiTheme="minorHAnsi" w:hAnsiTheme="minorHAnsi"/>
        </w:rPr>
      </w:pPr>
    </w:p>
    <w:p w14:paraId="06F11174" w14:textId="77777777" w:rsidR="00616F3E" w:rsidRDefault="00616F3E" w:rsidP="00616F3E">
      <w:pPr>
        <w:tabs>
          <w:tab w:val="left" w:pos="3742"/>
        </w:tabs>
        <w:jc w:val="center"/>
        <w:rPr>
          <w:rFonts w:asciiTheme="minorHAnsi" w:hAnsiTheme="minorHAnsi"/>
        </w:rPr>
      </w:pPr>
    </w:p>
    <w:p w14:paraId="693736B3" w14:textId="77777777" w:rsidR="00616F3E" w:rsidRPr="00F11C55" w:rsidRDefault="00616F3E" w:rsidP="00616F3E">
      <w:pPr>
        <w:tabs>
          <w:tab w:val="left" w:pos="3742"/>
        </w:tabs>
        <w:jc w:val="center"/>
        <w:rPr>
          <w:rFonts w:asciiTheme="minorHAnsi" w:hAnsiTheme="minorHAnsi"/>
          <w:b/>
          <w:i/>
          <w:sz w:val="28"/>
          <w:szCs w:val="28"/>
          <w:u w:val="single"/>
        </w:rPr>
      </w:pPr>
      <w:r>
        <w:rPr>
          <w:rFonts w:asciiTheme="minorHAnsi" w:hAnsiTheme="minorHAnsi"/>
          <w:b/>
          <w:i/>
          <w:sz w:val="28"/>
          <w:szCs w:val="28"/>
          <w:u w:val="single"/>
        </w:rPr>
        <w:t>Lot 0</w:t>
      </w:r>
      <w:r>
        <w:rPr>
          <w:rFonts w:asciiTheme="minorHAnsi" w:hAnsiTheme="minorHAnsi"/>
          <w:b/>
          <w:i/>
          <w:sz w:val="28"/>
          <w:szCs w:val="28"/>
          <w:u w:val="single"/>
        </w:rPr>
        <w:t>3</w:t>
      </w:r>
      <w:r>
        <w:rPr>
          <w:rFonts w:asciiTheme="minorHAnsi" w:hAnsiTheme="minorHAnsi"/>
          <w:b/>
          <w:i/>
          <w:sz w:val="28"/>
          <w:szCs w:val="28"/>
          <w:u w:val="single"/>
        </w:rPr>
        <w:t xml:space="preserve"> : </w:t>
      </w:r>
      <w:r>
        <w:rPr>
          <w:rFonts w:asciiTheme="minorHAnsi" w:hAnsiTheme="minorHAnsi"/>
          <w:b/>
          <w:i/>
          <w:sz w:val="28"/>
          <w:szCs w:val="28"/>
          <w:u w:val="single"/>
        </w:rPr>
        <w:t>Contrôle extérieur des travaux d’assainissement</w:t>
      </w:r>
    </w:p>
    <w:p w14:paraId="063A6DA3" w14:textId="77777777" w:rsidR="00616F3E" w:rsidRPr="006834A4" w:rsidRDefault="00616F3E" w:rsidP="00616F3E">
      <w:pPr>
        <w:tabs>
          <w:tab w:val="left" w:pos="3742"/>
        </w:tabs>
        <w:rPr>
          <w:rFonts w:asciiTheme="minorHAnsi" w:hAnsiTheme="minorHAnsi"/>
        </w:rPr>
      </w:pPr>
    </w:p>
    <w:p w14:paraId="0A8CBC51" w14:textId="77777777" w:rsidR="00616F3E" w:rsidRPr="006834A4" w:rsidRDefault="00616F3E" w:rsidP="00616F3E">
      <w:pPr>
        <w:tabs>
          <w:tab w:val="left" w:pos="3742"/>
        </w:tabs>
        <w:jc w:val="center"/>
        <w:rPr>
          <w:rFonts w:asciiTheme="minorHAnsi" w:hAnsiTheme="minorHAnsi"/>
        </w:rPr>
      </w:pPr>
    </w:p>
    <w:p w14:paraId="54212872" w14:textId="77777777" w:rsidR="00616F3E" w:rsidRPr="006834A4" w:rsidRDefault="00616F3E" w:rsidP="00616F3E">
      <w:pPr>
        <w:tabs>
          <w:tab w:val="left" w:pos="3742"/>
        </w:tabs>
        <w:jc w:val="center"/>
        <w:rPr>
          <w:rFonts w:asciiTheme="minorHAnsi" w:hAnsiTheme="minorHAnsi"/>
        </w:rPr>
      </w:pPr>
      <w:r w:rsidRPr="0084668A">
        <w:rPr>
          <w:rFonts w:asciiTheme="minorHAnsi" w:hAnsiTheme="minorHAnsi"/>
          <w:b/>
          <w:bCs/>
          <w:noProof/>
        </w:rPr>
        <w:t>Marché passé selon une procédure adaptée conformément aux articles 38 et 42-2° de l’ordonnance n° 2015-899 du 23 juillet 2015 relatif aux marchés publics et à l’article 27 du décret n°2016-360 du 25 mars 2016 relatif aux marchés publics</w:t>
      </w:r>
      <w:r w:rsidRPr="00130B24">
        <w:rPr>
          <w:rFonts w:asciiTheme="minorHAnsi" w:hAnsiTheme="minorHAnsi"/>
          <w:b/>
          <w:bCs/>
          <w:noProof/>
        </w:rPr>
        <w:t>.</w:t>
      </w:r>
    </w:p>
    <w:p w14:paraId="17198006" w14:textId="77777777" w:rsidR="00616F3E" w:rsidRDefault="00616F3E" w:rsidP="00616F3E">
      <w:pPr>
        <w:tabs>
          <w:tab w:val="left" w:pos="3742"/>
        </w:tabs>
        <w:rPr>
          <w:rFonts w:asciiTheme="minorHAnsi" w:hAnsiTheme="minorHAnsi"/>
        </w:rPr>
      </w:pPr>
    </w:p>
    <w:p w14:paraId="48511B27" w14:textId="77777777" w:rsidR="00616F3E" w:rsidRPr="006834A4" w:rsidRDefault="00616F3E" w:rsidP="00616F3E">
      <w:pPr>
        <w:tabs>
          <w:tab w:val="left" w:pos="3742"/>
        </w:tabs>
        <w:rPr>
          <w:rFonts w:asciiTheme="minorHAnsi" w:hAnsiTheme="minorHAnsi"/>
        </w:rPr>
      </w:pPr>
    </w:p>
    <w:tbl>
      <w:tblPr>
        <w:tblW w:w="9496" w:type="dxa"/>
        <w:tblInd w:w="108" w:type="dxa"/>
        <w:tblBorders>
          <w:top w:val="single" w:sz="24" w:space="0" w:color="A6A6A6"/>
          <w:left w:val="single" w:sz="24" w:space="0" w:color="A6A6A6"/>
          <w:bottom w:val="single" w:sz="24" w:space="0" w:color="A6A6A6"/>
          <w:right w:val="single" w:sz="24" w:space="0" w:color="A6A6A6"/>
          <w:insideH w:val="single" w:sz="4" w:space="0" w:color="auto"/>
          <w:insideV w:val="single" w:sz="24" w:space="0" w:color="A6A6A6"/>
        </w:tblBorders>
        <w:tblLook w:val="01E0" w:firstRow="1" w:lastRow="1" w:firstColumn="1" w:lastColumn="1" w:noHBand="0" w:noVBand="0"/>
      </w:tblPr>
      <w:tblGrid>
        <w:gridCol w:w="4678"/>
        <w:gridCol w:w="4818"/>
      </w:tblGrid>
      <w:tr w:rsidR="00616F3E" w:rsidRPr="00503C6C" w14:paraId="2F57A648" w14:textId="77777777" w:rsidTr="00616F3E">
        <w:trPr>
          <w:trHeight w:val="2252"/>
        </w:trPr>
        <w:tc>
          <w:tcPr>
            <w:tcW w:w="4678" w:type="dxa"/>
            <w:tcBorders>
              <w:top w:val="single" w:sz="24" w:space="0" w:color="A6A6A6"/>
              <w:left w:val="single" w:sz="24" w:space="0" w:color="A6A6A6"/>
              <w:bottom w:val="single" w:sz="24" w:space="0" w:color="A6A6A6"/>
              <w:right w:val="single" w:sz="24" w:space="0" w:color="A6A6A6"/>
            </w:tcBorders>
          </w:tcPr>
          <w:p w14:paraId="6A8B911D" w14:textId="77777777" w:rsidR="00616F3E" w:rsidRPr="00EC7F20" w:rsidRDefault="00616F3E" w:rsidP="00161165">
            <w:pPr>
              <w:jc w:val="center"/>
              <w:rPr>
                <w:rFonts w:asciiTheme="minorHAnsi" w:eastAsiaTheme="minorHAnsi" w:hAnsiTheme="minorHAnsi" w:cstheme="minorBidi"/>
                <w:color w:val="00365F"/>
                <w:u w:val="single"/>
                <w:lang w:eastAsia="en-US"/>
              </w:rPr>
            </w:pPr>
            <w:r w:rsidRPr="00EC7F20">
              <w:rPr>
                <w:rFonts w:asciiTheme="minorHAnsi" w:hAnsiTheme="minorHAnsi"/>
                <w:color w:val="00365F"/>
                <w:u w:val="single"/>
              </w:rPr>
              <w:t>Maître d'œuvre :</w:t>
            </w:r>
          </w:p>
          <w:p w14:paraId="074AFF99" w14:textId="77777777" w:rsidR="00616F3E" w:rsidRPr="00503C6C" w:rsidRDefault="00616F3E" w:rsidP="00161165">
            <w:pPr>
              <w:jc w:val="center"/>
              <w:rPr>
                <w:rFonts w:asciiTheme="minorHAnsi" w:hAnsiTheme="minorHAnsi"/>
                <w:color w:val="00365F"/>
                <w:u w:val="single"/>
              </w:rPr>
            </w:pPr>
          </w:p>
          <w:p w14:paraId="633C3FEF" w14:textId="77777777" w:rsidR="00616F3E" w:rsidRPr="0089243E" w:rsidRDefault="00616F3E" w:rsidP="00161165">
            <w:pPr>
              <w:jc w:val="center"/>
              <w:rPr>
                <w:rFonts w:asciiTheme="minorHAnsi" w:hAnsiTheme="minorHAnsi"/>
                <w:b/>
                <w:color w:val="00365F"/>
                <w:sz w:val="32"/>
                <w:szCs w:val="32"/>
              </w:rPr>
            </w:pPr>
            <w:r w:rsidRPr="007132F2">
              <w:rPr>
                <w:rFonts w:asciiTheme="minorHAnsi" w:hAnsiTheme="minorHAnsi"/>
                <w:b/>
                <w:noProof/>
                <w:color w:val="00365F"/>
                <w:sz w:val="32"/>
                <w:szCs w:val="32"/>
              </w:rPr>
              <w:t>ACP</w:t>
            </w:r>
          </w:p>
          <w:p w14:paraId="196DAC3D" w14:textId="77777777" w:rsidR="00616F3E" w:rsidRPr="0089243E" w:rsidRDefault="00616F3E" w:rsidP="00161165">
            <w:pPr>
              <w:rPr>
                <w:rFonts w:asciiTheme="minorHAnsi" w:hAnsiTheme="minorHAnsi"/>
                <w:color w:val="00365F"/>
              </w:rPr>
            </w:pPr>
            <w:r w:rsidRPr="007132F2">
              <w:rPr>
                <w:rFonts w:asciiTheme="minorHAnsi" w:hAnsiTheme="minorHAnsi"/>
                <w:noProof/>
                <w:color w:val="00365F"/>
              </w:rPr>
              <w:t>61 Ter rue Saint Joseph</w:t>
            </w:r>
          </w:p>
          <w:p w14:paraId="1F754FAB" w14:textId="77777777" w:rsidR="00616F3E" w:rsidRPr="003A4560" w:rsidRDefault="00616F3E" w:rsidP="00161165">
            <w:pPr>
              <w:rPr>
                <w:rFonts w:asciiTheme="minorHAnsi" w:hAnsiTheme="minorHAnsi"/>
                <w:color w:val="00365F"/>
              </w:rPr>
            </w:pPr>
            <w:r w:rsidRPr="007132F2">
              <w:rPr>
                <w:rFonts w:asciiTheme="minorHAnsi" w:hAnsiTheme="minorHAnsi"/>
                <w:noProof/>
                <w:color w:val="00365F"/>
              </w:rPr>
              <w:t>60 200 Compiègne</w:t>
            </w:r>
          </w:p>
          <w:p w14:paraId="727E0CBD" w14:textId="77777777" w:rsidR="00616F3E" w:rsidRPr="009A5D34" w:rsidRDefault="00616F3E" w:rsidP="00161165">
            <w:pPr>
              <w:rPr>
                <w:rFonts w:asciiTheme="minorHAnsi" w:hAnsiTheme="minorHAnsi"/>
                <w:color w:val="00365F"/>
              </w:rPr>
            </w:pPr>
            <w:r w:rsidRPr="009A5D34">
              <w:rPr>
                <w:rFonts w:asciiTheme="minorHAnsi" w:hAnsiTheme="minorHAnsi"/>
                <w:b/>
                <w:color w:val="00365F"/>
                <w:u w:val="single"/>
              </w:rPr>
              <w:t xml:space="preserve">Tel : </w:t>
            </w:r>
            <w:r w:rsidRPr="007132F2">
              <w:rPr>
                <w:rFonts w:asciiTheme="minorHAnsi" w:hAnsiTheme="minorHAnsi"/>
                <w:noProof/>
                <w:color w:val="00365F"/>
              </w:rPr>
              <w:t>03</w:t>
            </w:r>
            <w:r>
              <w:rPr>
                <w:rFonts w:asciiTheme="minorHAnsi" w:hAnsiTheme="minorHAnsi"/>
                <w:noProof/>
                <w:color w:val="00365F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</w:rPr>
              <w:t>44</w:t>
            </w:r>
            <w:r>
              <w:rPr>
                <w:rFonts w:asciiTheme="minorHAnsi" w:hAnsiTheme="minorHAnsi"/>
                <w:noProof/>
                <w:color w:val="00365F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</w:rPr>
              <w:t>40</w:t>
            </w:r>
            <w:r>
              <w:rPr>
                <w:rFonts w:asciiTheme="minorHAnsi" w:hAnsiTheme="minorHAnsi"/>
                <w:noProof/>
                <w:color w:val="00365F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</w:rPr>
              <w:t>98</w:t>
            </w:r>
            <w:r>
              <w:rPr>
                <w:rFonts w:asciiTheme="minorHAnsi" w:hAnsiTheme="minorHAnsi"/>
                <w:noProof/>
                <w:color w:val="00365F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</w:rPr>
              <w:t>72</w:t>
            </w:r>
          </w:p>
          <w:p w14:paraId="68BBA2A6" w14:textId="77777777" w:rsidR="00616F3E" w:rsidRPr="00023FDE" w:rsidRDefault="00616F3E" w:rsidP="00161165">
            <w:pPr>
              <w:rPr>
                <w:rFonts w:asciiTheme="minorHAnsi" w:hAnsiTheme="minorHAnsi"/>
                <w:color w:val="00365F"/>
              </w:rPr>
            </w:pPr>
            <w:r w:rsidRPr="00023FDE">
              <w:rPr>
                <w:rFonts w:asciiTheme="minorHAnsi" w:hAnsiTheme="minorHAnsi"/>
                <w:b/>
                <w:color w:val="00365F"/>
                <w:u w:val="single"/>
              </w:rPr>
              <w:t xml:space="preserve">FAX : </w:t>
            </w:r>
            <w:r w:rsidRPr="007132F2">
              <w:rPr>
                <w:rFonts w:asciiTheme="minorHAnsi" w:hAnsiTheme="minorHAnsi"/>
                <w:noProof/>
                <w:color w:val="00365F"/>
              </w:rPr>
              <w:t>09</w:t>
            </w:r>
            <w:r>
              <w:rPr>
                <w:rFonts w:asciiTheme="minorHAnsi" w:hAnsiTheme="minorHAnsi"/>
                <w:noProof/>
                <w:color w:val="00365F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</w:rPr>
              <w:t>72</w:t>
            </w:r>
            <w:r>
              <w:rPr>
                <w:rFonts w:asciiTheme="minorHAnsi" w:hAnsiTheme="minorHAnsi"/>
                <w:noProof/>
                <w:color w:val="00365F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</w:rPr>
              <w:t>22</w:t>
            </w:r>
            <w:r>
              <w:rPr>
                <w:rFonts w:asciiTheme="minorHAnsi" w:hAnsiTheme="minorHAnsi"/>
                <w:noProof/>
                <w:color w:val="00365F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</w:rPr>
              <w:t>05</w:t>
            </w:r>
            <w:r>
              <w:rPr>
                <w:rFonts w:asciiTheme="minorHAnsi" w:hAnsiTheme="minorHAnsi"/>
                <w:noProof/>
                <w:color w:val="00365F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</w:rPr>
              <w:t>56</w:t>
            </w:r>
          </w:p>
          <w:p w14:paraId="015B9B0B" w14:textId="77777777" w:rsidR="00616F3E" w:rsidRPr="00023FDE" w:rsidRDefault="00616F3E" w:rsidP="00161165">
            <w:pPr>
              <w:rPr>
                <w:rFonts w:asciiTheme="minorHAnsi" w:hAnsiTheme="minorHAnsi"/>
                <w:color w:val="00365F"/>
              </w:rPr>
            </w:pPr>
            <w:r w:rsidRPr="00023FDE">
              <w:rPr>
                <w:rFonts w:asciiTheme="minorHAnsi" w:hAnsiTheme="minorHAnsi"/>
                <w:b/>
                <w:color w:val="00365F"/>
                <w:u w:val="single"/>
              </w:rPr>
              <w:t xml:space="preserve">Courriel : </w:t>
            </w:r>
            <w:r w:rsidRPr="007132F2">
              <w:rPr>
                <w:rFonts w:asciiTheme="minorHAnsi" w:hAnsiTheme="minorHAnsi"/>
                <w:noProof/>
                <w:color w:val="00365F"/>
              </w:rPr>
              <w:t>acp@acp-vrd.com</w:t>
            </w:r>
          </w:p>
          <w:p w14:paraId="32579537" w14:textId="77777777" w:rsidR="00616F3E" w:rsidRPr="00023FDE" w:rsidRDefault="00616F3E" w:rsidP="00161165">
            <w:pPr>
              <w:rPr>
                <w:rFonts w:asciiTheme="minorHAnsi" w:hAnsiTheme="minorHAnsi"/>
                <w:color w:val="00365F"/>
              </w:rPr>
            </w:pPr>
            <w:r w:rsidRPr="007132F2">
              <w:rPr>
                <w:rFonts w:asciiTheme="minorHAnsi" w:hAnsiTheme="minorHAnsi"/>
                <w:noProof/>
                <w:color w:val="00365F"/>
              </w:rPr>
              <w:t>SARL</w:t>
            </w:r>
          </w:p>
          <w:p w14:paraId="65043CDD" w14:textId="77777777" w:rsidR="00616F3E" w:rsidRPr="00023FDE" w:rsidRDefault="00616F3E" w:rsidP="00161165">
            <w:pPr>
              <w:rPr>
                <w:rFonts w:asciiTheme="minorHAnsi" w:hAnsiTheme="minorHAnsi"/>
                <w:color w:val="00365F"/>
              </w:rPr>
            </w:pPr>
            <w:r w:rsidRPr="00023FDE">
              <w:rPr>
                <w:rFonts w:asciiTheme="minorHAnsi" w:hAnsiTheme="minorHAnsi"/>
                <w:b/>
                <w:color w:val="00365F"/>
                <w:u w:val="single"/>
              </w:rPr>
              <w:t xml:space="preserve">Capital de : </w:t>
            </w:r>
            <w:r w:rsidRPr="007132F2">
              <w:rPr>
                <w:rFonts w:asciiTheme="minorHAnsi" w:hAnsiTheme="minorHAnsi"/>
                <w:noProof/>
                <w:color w:val="00365F"/>
              </w:rPr>
              <w:t>10000</w:t>
            </w:r>
            <w:r w:rsidRPr="00023FDE">
              <w:rPr>
                <w:rFonts w:asciiTheme="minorHAnsi" w:hAnsiTheme="minorHAnsi"/>
                <w:color w:val="00365F"/>
              </w:rPr>
              <w:t xml:space="preserve"> €</w:t>
            </w:r>
          </w:p>
          <w:p w14:paraId="6E9FE67A" w14:textId="77777777" w:rsidR="00616F3E" w:rsidRPr="00023FDE" w:rsidRDefault="00616F3E" w:rsidP="00161165">
            <w:pPr>
              <w:rPr>
                <w:rFonts w:asciiTheme="minorHAnsi" w:hAnsiTheme="minorHAnsi"/>
                <w:color w:val="00365F"/>
              </w:rPr>
            </w:pPr>
            <w:r w:rsidRPr="00023FDE">
              <w:rPr>
                <w:rFonts w:asciiTheme="minorHAnsi" w:hAnsiTheme="minorHAnsi"/>
                <w:b/>
                <w:color w:val="00365F"/>
                <w:u w:val="single"/>
              </w:rPr>
              <w:t xml:space="preserve">RCS : </w:t>
            </w:r>
            <w:r w:rsidRPr="007132F2">
              <w:rPr>
                <w:rFonts w:asciiTheme="minorHAnsi" w:hAnsiTheme="minorHAnsi"/>
                <w:noProof/>
                <w:color w:val="00365F"/>
              </w:rPr>
              <w:t>489 072 611 00028</w:t>
            </w:r>
          </w:p>
          <w:p w14:paraId="0759C5F8" w14:textId="77777777" w:rsidR="00616F3E" w:rsidRPr="00023FDE" w:rsidRDefault="00616F3E" w:rsidP="00161165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818" w:type="dxa"/>
            <w:tcBorders>
              <w:top w:val="single" w:sz="24" w:space="0" w:color="A6A6A6"/>
              <w:left w:val="single" w:sz="24" w:space="0" w:color="A6A6A6"/>
              <w:bottom w:val="single" w:sz="24" w:space="0" w:color="A6A6A6"/>
              <w:right w:val="single" w:sz="24" w:space="0" w:color="A6A6A6"/>
            </w:tcBorders>
          </w:tcPr>
          <w:p w14:paraId="1A0C6116" w14:textId="77777777" w:rsidR="00616F3E" w:rsidRPr="00EC7F20" w:rsidRDefault="00616F3E" w:rsidP="00161165">
            <w:pPr>
              <w:tabs>
                <w:tab w:val="left" w:pos="3742"/>
              </w:tabs>
              <w:jc w:val="center"/>
              <w:rPr>
                <w:rFonts w:asciiTheme="minorHAnsi" w:eastAsiaTheme="minorHAnsi" w:hAnsiTheme="minorHAnsi" w:cstheme="minorBidi"/>
                <w:u w:val="single"/>
                <w:lang w:eastAsia="en-US"/>
              </w:rPr>
            </w:pPr>
            <w:r w:rsidRPr="00EC7F20">
              <w:rPr>
                <w:rFonts w:asciiTheme="minorHAnsi" w:hAnsiTheme="minorHAnsi"/>
                <w:u w:val="single"/>
              </w:rPr>
              <w:t>Maître d'ouvrage :</w:t>
            </w:r>
          </w:p>
          <w:p w14:paraId="67F53FFD" w14:textId="77777777" w:rsidR="00616F3E" w:rsidRPr="00EC7F20" w:rsidRDefault="00616F3E" w:rsidP="00161165">
            <w:pPr>
              <w:tabs>
                <w:tab w:val="left" w:pos="3742"/>
              </w:tabs>
              <w:spacing w:line="276" w:lineRule="auto"/>
              <w:jc w:val="center"/>
              <w:rPr>
                <w:rFonts w:asciiTheme="minorHAnsi" w:hAnsiTheme="minorHAnsi"/>
                <w:u w:val="single"/>
                <w:lang w:eastAsia="en-US"/>
              </w:rPr>
            </w:pPr>
          </w:p>
          <w:p w14:paraId="46A4B330" w14:textId="77777777" w:rsidR="00616F3E" w:rsidRPr="00C0174C" w:rsidRDefault="00616F3E" w:rsidP="00161165">
            <w:r w:rsidRPr="00C0174C">
              <w:rPr>
                <w:b/>
                <w:bCs/>
              </w:rPr>
              <w:t>Mairie de Le Plessis Belleville</w:t>
            </w:r>
          </w:p>
          <w:p w14:paraId="377B0FF4" w14:textId="77777777" w:rsidR="00616F3E" w:rsidRPr="00C0174C" w:rsidRDefault="00616F3E" w:rsidP="00161165">
            <w:r w:rsidRPr="00C0174C">
              <w:t>08, Place de l’Eglise</w:t>
            </w:r>
          </w:p>
          <w:p w14:paraId="071FE37A" w14:textId="77777777" w:rsidR="00616F3E" w:rsidRPr="00C0174C" w:rsidRDefault="00616F3E" w:rsidP="00161165">
            <w:r w:rsidRPr="00C0174C">
              <w:t>60330 LE PLESSIS BELLEVILLE</w:t>
            </w:r>
          </w:p>
          <w:p w14:paraId="6D667F02" w14:textId="77777777" w:rsidR="00616F3E" w:rsidRPr="00C0174C" w:rsidRDefault="00616F3E" w:rsidP="00161165">
            <w:r w:rsidRPr="00C0174C">
              <w:rPr>
                <w:b/>
                <w:bCs/>
                <w:u w:val="single"/>
              </w:rPr>
              <w:t>Tel</w:t>
            </w:r>
            <w:r w:rsidRPr="00C0174C">
              <w:t> : 0344607200</w:t>
            </w:r>
          </w:p>
          <w:p w14:paraId="102358B4" w14:textId="77777777" w:rsidR="00616F3E" w:rsidRPr="00C0174C" w:rsidRDefault="00616F3E" w:rsidP="00161165">
            <w:r w:rsidRPr="00C0174C">
              <w:rPr>
                <w:b/>
                <w:bCs/>
                <w:u w:val="single"/>
              </w:rPr>
              <w:t>Fax</w:t>
            </w:r>
            <w:r w:rsidRPr="00C0174C">
              <w:t> : 0344607212</w:t>
            </w:r>
          </w:p>
          <w:p w14:paraId="370EB74D" w14:textId="77777777" w:rsidR="00616F3E" w:rsidRPr="00C0174C" w:rsidRDefault="00616F3E" w:rsidP="00161165">
            <w:r w:rsidRPr="00C0174C">
              <w:rPr>
                <w:b/>
                <w:bCs/>
                <w:u w:val="single"/>
              </w:rPr>
              <w:t>Courriel</w:t>
            </w:r>
            <w:r w:rsidRPr="00C0174C">
              <w:t xml:space="preserve"> : </w:t>
            </w:r>
            <w:hyperlink r:id="rId7" w:history="1">
              <w:r w:rsidRPr="00C0174C">
                <w:rPr>
                  <w:color w:val="0000FF"/>
                  <w:u w:val="single"/>
                </w:rPr>
                <w:t>contact@mairieleplessisbelleville.fr</w:t>
              </w:r>
            </w:hyperlink>
            <w:r w:rsidRPr="00C0174C">
              <w:t> </w:t>
            </w:r>
          </w:p>
          <w:p w14:paraId="4A9ACA81" w14:textId="77777777" w:rsidR="00616F3E" w:rsidRPr="00EC7F20" w:rsidRDefault="00616F3E" w:rsidP="00161165">
            <w:pPr>
              <w:jc w:val="center"/>
              <w:rPr>
                <w:rFonts w:asciiTheme="minorHAnsi" w:hAnsiTheme="minorHAnsi"/>
                <w:u w:val="single"/>
                <w:lang w:eastAsia="en-US"/>
              </w:rPr>
            </w:pPr>
            <w:bookmarkStart w:id="0" w:name="_GoBack"/>
            <w:bookmarkEnd w:id="0"/>
          </w:p>
        </w:tc>
      </w:tr>
    </w:tbl>
    <w:p w14:paraId="5092F5D1" w14:textId="77777777" w:rsidR="00616F3E" w:rsidRPr="006834A4" w:rsidRDefault="00616F3E" w:rsidP="00616F3E">
      <w:pPr>
        <w:jc w:val="both"/>
        <w:rPr>
          <w:rFonts w:asciiTheme="minorHAnsi" w:hAnsiTheme="minorHAnsi"/>
          <w:sz w:val="22"/>
          <w:szCs w:val="22"/>
        </w:rPr>
      </w:pPr>
    </w:p>
    <w:p w14:paraId="30ED2EB7" w14:textId="77777777" w:rsidR="004D3340" w:rsidRPr="00616F3E" w:rsidRDefault="004D3340" w:rsidP="00616F3E"/>
    <w:sectPr w:rsidR="004D3340" w:rsidRPr="00616F3E" w:rsidSect="00BC28F6">
      <w:footerReference w:type="default" r:id="rId8"/>
      <w:pgSz w:w="11906" w:h="16838" w:code="9"/>
      <w:pgMar w:top="425" w:right="1418" w:bottom="61" w:left="1418" w:header="709" w:footer="0" w:gutter="0"/>
      <w:pgBorders w:offsetFrom="page">
        <w:top w:val="single" w:sz="18" w:space="24" w:color="A6A6A6"/>
        <w:left w:val="single" w:sz="18" w:space="24" w:color="A6A6A6"/>
        <w:bottom w:val="single" w:sz="18" w:space="24" w:color="A6A6A6"/>
        <w:right w:val="single" w:sz="18" w:space="24" w:color="A6A6A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72D9C442" w14:textId="77777777" w:rsidR="00E57F37" w:rsidRDefault="00E57F37">
      <w:r>
        <w:separator/>
      </w:r>
    </w:p>
  </w:endnote>
  <w:endnote w:type="continuationSeparator" w:id="0">
    <w:p w14:paraId="05F9F953" w14:textId="77777777" w:rsidR="00E57F37" w:rsidRDefault="00E57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licker">
    <w:altName w:val="Wide Latin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ECE34" w14:textId="77777777" w:rsidR="00616F3E" w:rsidRPr="002F399B" w:rsidRDefault="00616F3E" w:rsidP="00616F3E">
    <w:pPr>
      <w:pStyle w:val="Pieddepage"/>
      <w:rPr>
        <w:rFonts w:asciiTheme="minorHAnsi" w:hAnsiTheme="minorHAnsi"/>
        <w:noProof/>
        <w:color w:val="365F91"/>
        <w:sz w:val="22"/>
        <w:szCs w:val="22"/>
      </w:rPr>
    </w:pPr>
    <w:r>
      <w:rPr>
        <w:rFonts w:asciiTheme="minorHAnsi" w:hAnsiTheme="minorHAnsi"/>
        <w:noProof/>
        <w:color w:val="365F91"/>
        <w:sz w:val="22"/>
        <w:szCs w:val="22"/>
      </w:rPr>
      <w:t xml:space="preserve">16-027-Réaménagement des trottoirs et rénovation de l’assainissement de la rue de Paris </w:t>
    </w:r>
  </w:p>
  <w:p w14:paraId="51199973" w14:textId="77777777" w:rsidR="00616F3E" w:rsidRPr="00A362BD" w:rsidRDefault="00616F3E" w:rsidP="00616F3E">
    <w:pPr>
      <w:pStyle w:val="Pieddepage"/>
      <w:tabs>
        <w:tab w:val="left" w:pos="7938"/>
      </w:tabs>
      <w:rPr>
        <w:sz w:val="22"/>
        <w:szCs w:val="22"/>
      </w:rPr>
    </w:pPr>
  </w:p>
  <w:p w14:paraId="5E20B4A8" w14:textId="77777777" w:rsidR="00F85E93" w:rsidRDefault="00F85E93">
    <w:pPr>
      <w:pStyle w:val="Pieddepage"/>
    </w:pPr>
  </w:p>
  <w:p w14:paraId="27BF6FBE" w14:textId="77777777" w:rsidR="00F85E93" w:rsidRDefault="00F85E93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45213814" w14:textId="77777777" w:rsidR="00E57F37" w:rsidRDefault="00E57F37">
      <w:r>
        <w:separator/>
      </w:r>
    </w:p>
  </w:footnote>
  <w:footnote w:type="continuationSeparator" w:id="0">
    <w:p w14:paraId="5F30AD95" w14:textId="77777777" w:rsidR="00E57F37" w:rsidRDefault="00E57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FFFFFFFB"/>
    <w:multiLevelType w:val="multilevel"/>
    <w:tmpl w:val="CC2C71A4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FFFFFFFE"/>
    <w:multiLevelType w:val="singleLevel"/>
    <w:tmpl w:val="318E7A3E"/>
    <w:lvl w:ilvl="0">
      <w:numFmt w:val="decimal"/>
      <w:lvlText w:val="*"/>
      <w:lvlJc w:val="left"/>
    </w:lvl>
  </w:abstractNum>
  <w:abstractNum w:abstractNumId="2">
    <w:nsid w:val="147D42CA"/>
    <w:multiLevelType w:val="multilevel"/>
    <w:tmpl w:val="932C73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9726029"/>
    <w:multiLevelType w:val="multilevel"/>
    <w:tmpl w:val="49FCDEE2"/>
    <w:lvl w:ilvl="0">
      <w:start w:val="1"/>
      <w:numFmt w:val="decimal"/>
      <w:pStyle w:val="Titre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3676BE0"/>
    <w:multiLevelType w:val="multilevel"/>
    <w:tmpl w:val="BD34049C"/>
    <w:lvl w:ilvl="0">
      <w:start w:val="1"/>
      <w:numFmt w:val="decimal"/>
      <w:pStyle w:val="Titre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5E7457B5"/>
    <w:multiLevelType w:val="multilevel"/>
    <w:tmpl w:val="5464EB2E"/>
    <w:lvl w:ilvl="0">
      <w:start w:val="1"/>
      <w:numFmt w:val="decimal"/>
      <w:pStyle w:val="Titre3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6B38187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0"/>
  </w:num>
  <w:num w:numId="5">
    <w:abstractNumId w:val="4"/>
  </w:num>
  <w:num w:numId="6">
    <w:abstractNumId w:val="5"/>
  </w:num>
  <w:num w:numId="7">
    <w:abstractNumId w:val="2"/>
  </w:num>
  <w:num w:numId="8">
    <w:abstractNumId w:val="2"/>
  </w:num>
  <w:num w:numId="9">
    <w:abstractNumId w:val="4"/>
  </w:num>
  <w:num w:numId="10">
    <w:abstractNumId w:val="3"/>
  </w:num>
  <w:num w:numId="11">
    <w:abstractNumId w:val="3"/>
  </w:num>
  <w:num w:numId="12">
    <w:abstractNumId w:val="6"/>
  </w:num>
  <w:num w:numId="13">
    <w:abstractNumId w:val="1"/>
    <w:lvlOverride w:ilvl="0">
      <w:lvl w:ilvl="0">
        <w:start w:val="1"/>
        <w:numFmt w:val="bullet"/>
        <w:lvlText w:val=""/>
        <w:legacy w:legacy="1" w:legacySpace="0" w:legacyIndent="284"/>
        <w:lvlJc w:val="left"/>
        <w:pPr>
          <w:ind w:left="851" w:hanging="284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767E"/>
    <w:rsid w:val="0003364A"/>
    <w:rsid w:val="0006545D"/>
    <w:rsid w:val="00076BCA"/>
    <w:rsid w:val="000D5291"/>
    <w:rsid w:val="0023793F"/>
    <w:rsid w:val="003172FA"/>
    <w:rsid w:val="00487D7C"/>
    <w:rsid w:val="004D3340"/>
    <w:rsid w:val="004E4EF8"/>
    <w:rsid w:val="004F26DE"/>
    <w:rsid w:val="00514443"/>
    <w:rsid w:val="00517EC6"/>
    <w:rsid w:val="005311C6"/>
    <w:rsid w:val="00616F3E"/>
    <w:rsid w:val="006A7802"/>
    <w:rsid w:val="00765E96"/>
    <w:rsid w:val="00791E31"/>
    <w:rsid w:val="00834B4E"/>
    <w:rsid w:val="008432BB"/>
    <w:rsid w:val="008B32B6"/>
    <w:rsid w:val="00901BB0"/>
    <w:rsid w:val="00AC1554"/>
    <w:rsid w:val="00BA20B0"/>
    <w:rsid w:val="00BB74F2"/>
    <w:rsid w:val="00BC28F6"/>
    <w:rsid w:val="00C327F3"/>
    <w:rsid w:val="00C5213C"/>
    <w:rsid w:val="00C91A6C"/>
    <w:rsid w:val="00CC5092"/>
    <w:rsid w:val="00CE57B7"/>
    <w:rsid w:val="00D56F50"/>
    <w:rsid w:val="00D970B7"/>
    <w:rsid w:val="00E425F5"/>
    <w:rsid w:val="00E57F37"/>
    <w:rsid w:val="00F04EB4"/>
    <w:rsid w:val="00F0767E"/>
    <w:rsid w:val="00F33ED2"/>
    <w:rsid w:val="00F85E93"/>
    <w:rsid w:val="00FA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5D723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F04EB4"/>
    <w:rPr>
      <w:sz w:val="24"/>
      <w:szCs w:val="24"/>
    </w:rPr>
  </w:style>
  <w:style w:type="paragraph" w:styleId="Titre10">
    <w:name w:val="heading 1"/>
    <w:basedOn w:val="Normal"/>
    <w:next w:val="Normal"/>
    <w:qFormat/>
    <w:rsid w:val="00F04E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0">
    <w:name w:val="heading 2"/>
    <w:basedOn w:val="Normal"/>
    <w:next w:val="Normal"/>
    <w:qFormat/>
    <w:rsid w:val="00F04E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autoRedefine/>
    <w:qFormat/>
    <w:rsid w:val="00F04EB4"/>
    <w:pPr>
      <w:keepNext/>
      <w:numPr>
        <w:ilvl w:val="2"/>
        <w:numId w:val="1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b/>
      <w:i/>
      <w:smallCaps/>
      <w:u w:val="single"/>
    </w:rPr>
  </w:style>
  <w:style w:type="paragraph" w:styleId="Titre40">
    <w:name w:val="heading 4"/>
    <w:basedOn w:val="Normal"/>
    <w:next w:val="Normal"/>
    <w:qFormat/>
    <w:rsid w:val="00F04EB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Titre10"/>
    <w:autoRedefine/>
    <w:rsid w:val="00F04EB4"/>
    <w:pPr>
      <w:numPr>
        <w:numId w:val="4"/>
      </w:numPr>
      <w:tabs>
        <w:tab w:val="left" w:pos="1872"/>
      </w:tabs>
      <w:overflowPunct w:val="0"/>
      <w:autoSpaceDE w:val="0"/>
      <w:autoSpaceDN w:val="0"/>
      <w:adjustRightInd w:val="0"/>
      <w:ind w:left="0" w:firstLine="0"/>
      <w:textAlignment w:val="baseline"/>
    </w:pPr>
    <w:rPr>
      <w:rFonts w:ascii="Times New Roman" w:hAnsi="Times New Roman" w:cs="Times New Roman"/>
      <w:bCs w:val="0"/>
      <w:kern w:val="28"/>
      <w:sz w:val="28"/>
      <w:szCs w:val="28"/>
      <w:u w:val="single"/>
    </w:rPr>
  </w:style>
  <w:style w:type="paragraph" w:customStyle="1" w:styleId="StyleTitre2NonGrasSoulignementJustifi">
    <w:name w:val="Style Titre 2 + Non Gras Soulignement  Justifié"/>
    <w:basedOn w:val="Titre20"/>
    <w:autoRedefine/>
    <w:rsid w:val="00F04EB4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b w:val="0"/>
      <w:bCs w:val="0"/>
      <w:sz w:val="24"/>
      <w:szCs w:val="20"/>
      <w:u w:val="single"/>
    </w:rPr>
  </w:style>
  <w:style w:type="paragraph" w:customStyle="1" w:styleId="Titre30">
    <w:name w:val="Titre3"/>
    <w:basedOn w:val="Normal"/>
    <w:next w:val="Titre3"/>
    <w:autoRedefine/>
    <w:rsid w:val="00F04EB4"/>
    <w:pPr>
      <w:numPr>
        <w:numId w:val="6"/>
      </w:numPr>
      <w:tabs>
        <w:tab w:val="left" w:pos="1872"/>
      </w:tabs>
      <w:overflowPunct w:val="0"/>
      <w:autoSpaceDE w:val="0"/>
      <w:autoSpaceDN w:val="0"/>
      <w:adjustRightInd w:val="0"/>
      <w:ind w:left="0" w:firstLine="0"/>
      <w:jc w:val="both"/>
      <w:textAlignment w:val="baseline"/>
    </w:pPr>
    <w:rPr>
      <w:b/>
      <w:szCs w:val="20"/>
      <w:u w:val="single"/>
    </w:rPr>
  </w:style>
  <w:style w:type="paragraph" w:customStyle="1" w:styleId="Titre2">
    <w:name w:val="Titre2"/>
    <w:basedOn w:val="Normal"/>
    <w:next w:val="Titre20"/>
    <w:autoRedefine/>
    <w:rsid w:val="00F04EB4"/>
    <w:pPr>
      <w:numPr>
        <w:numId w:val="9"/>
      </w:numPr>
      <w:tabs>
        <w:tab w:val="left" w:pos="1872"/>
      </w:tabs>
      <w:overflowPunct w:val="0"/>
      <w:autoSpaceDE w:val="0"/>
      <w:autoSpaceDN w:val="0"/>
      <w:adjustRightInd w:val="0"/>
      <w:ind w:left="0" w:firstLine="0"/>
      <w:jc w:val="both"/>
      <w:textAlignment w:val="baseline"/>
    </w:pPr>
    <w:rPr>
      <w:i/>
      <w:sz w:val="28"/>
      <w:szCs w:val="20"/>
      <w:u w:val="single"/>
    </w:rPr>
  </w:style>
  <w:style w:type="paragraph" w:customStyle="1" w:styleId="Titre4">
    <w:name w:val="Titre4"/>
    <w:basedOn w:val="Normal"/>
    <w:next w:val="Titre40"/>
    <w:autoRedefine/>
    <w:rsid w:val="00F04EB4"/>
    <w:pPr>
      <w:numPr>
        <w:numId w:val="11"/>
      </w:numPr>
      <w:tabs>
        <w:tab w:val="left" w:pos="1872"/>
      </w:tabs>
      <w:overflowPunct w:val="0"/>
      <w:autoSpaceDE w:val="0"/>
      <w:autoSpaceDN w:val="0"/>
      <w:adjustRightInd w:val="0"/>
      <w:ind w:left="0" w:firstLine="0"/>
      <w:jc w:val="both"/>
      <w:textAlignment w:val="baseline"/>
    </w:pPr>
    <w:rPr>
      <w:b/>
      <w:i/>
    </w:rPr>
  </w:style>
  <w:style w:type="paragraph" w:customStyle="1" w:styleId="Normal1">
    <w:name w:val="Normal1"/>
    <w:basedOn w:val="Normal"/>
    <w:next w:val="Normal"/>
    <w:autoRedefine/>
    <w:rsid w:val="00F04EB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En-tte">
    <w:name w:val="header"/>
    <w:basedOn w:val="Normal"/>
    <w:link w:val="En-tteCar"/>
    <w:rsid w:val="00F04EB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F04EB4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uiPriority w:val="99"/>
    <w:rsid w:val="00F04EB4"/>
    <w:rPr>
      <w:color w:val="0000FF"/>
      <w:u w:val="single"/>
    </w:rPr>
  </w:style>
  <w:style w:type="table" w:styleId="Grilledutableau">
    <w:name w:val="Table Grid"/>
    <w:basedOn w:val="TableauNormal"/>
    <w:rsid w:val="00F04E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semiHidden/>
    <w:rsid w:val="00F04EB4"/>
    <w:rPr>
      <w:sz w:val="20"/>
      <w:szCs w:val="20"/>
    </w:rPr>
  </w:style>
  <w:style w:type="paragraph" w:styleId="Retraitcorpsdetexte2">
    <w:name w:val="Body Text Indent 2"/>
    <w:basedOn w:val="Normal"/>
    <w:rsid w:val="00F04EB4"/>
    <w:pPr>
      <w:ind w:left="567"/>
    </w:pPr>
    <w:rPr>
      <w:rFonts w:ascii="Bookman Old Style" w:hAnsi="Bookman Old Style"/>
      <w:sz w:val="18"/>
      <w:szCs w:val="20"/>
    </w:rPr>
  </w:style>
  <w:style w:type="paragraph" w:styleId="Corpsdetexte3">
    <w:name w:val="Body Text 3"/>
    <w:basedOn w:val="Normal"/>
    <w:link w:val="Corpsdetexte3Car"/>
    <w:rsid w:val="00F04EB4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jc w:val="center"/>
    </w:pPr>
    <w:rPr>
      <w:b/>
      <w:bCs/>
      <w:szCs w:val="20"/>
    </w:rPr>
  </w:style>
  <w:style w:type="character" w:customStyle="1" w:styleId="PieddepageCar">
    <w:name w:val="Pied de page Car"/>
    <w:basedOn w:val="Policepardfaut"/>
    <w:link w:val="Pieddepage"/>
    <w:rsid w:val="004E4EF8"/>
    <w:rPr>
      <w:sz w:val="24"/>
      <w:szCs w:val="24"/>
    </w:r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FA52E4"/>
    <w:rPr>
      <w:rFonts w:ascii="Calibri" w:hAnsi="Calibri"/>
      <w:sz w:val="22"/>
      <w:szCs w:val="22"/>
      <w:lang w:val="fr-FR" w:eastAsia="en-US" w:bidi="ar-SA"/>
    </w:rPr>
  </w:style>
  <w:style w:type="paragraph" w:styleId="Sansinterligne">
    <w:name w:val="No Spacing"/>
    <w:link w:val="SansinterligneCar"/>
    <w:uiPriority w:val="1"/>
    <w:qFormat/>
    <w:rsid w:val="00FA52E4"/>
    <w:rPr>
      <w:rFonts w:ascii="Calibri" w:hAnsi="Calibri"/>
      <w:sz w:val="22"/>
      <w:szCs w:val="22"/>
      <w:lang w:eastAsia="en-US"/>
    </w:rPr>
  </w:style>
  <w:style w:type="character" w:customStyle="1" w:styleId="Corpsdetexte3Car">
    <w:name w:val="Corps de texte 3 Car"/>
    <w:basedOn w:val="Policepardfaut"/>
    <w:link w:val="Corpsdetexte3"/>
    <w:rsid w:val="00517EC6"/>
    <w:rPr>
      <w:b/>
      <w:bCs/>
      <w:sz w:val="24"/>
    </w:rPr>
  </w:style>
  <w:style w:type="character" w:customStyle="1" w:styleId="En-tteCar">
    <w:name w:val="En-tête Car"/>
    <w:basedOn w:val="Policepardfaut"/>
    <w:link w:val="En-tte"/>
    <w:rsid w:val="00616F3E"/>
    <w:rPr>
      <w:sz w:val="24"/>
      <w:szCs w:val="24"/>
    </w:rPr>
  </w:style>
  <w:style w:type="character" w:styleId="Numrodepage">
    <w:name w:val="page number"/>
    <w:basedOn w:val="Policepardfaut"/>
    <w:rsid w:val="00616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1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contact@mairieleplessisbelleville.fr" TargetMode="Externa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Z:\SVCE%20ADMINISTRATIF%20ET%20MARCHES%20PUBLICS\ADMINISTRATIF\OUTILS%20ADMINISTRATIFS\TRAME\MODELES\C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Z:\SVCE ADMINISTRATIF ET MARCHES PUBLICS\ADMINISTRATIF\OUTILS ADMINISTRATIFS\TRAME\MODELES\C.dotx</Template>
  <TotalTime>4</TotalTime>
  <Pages>1</Pages>
  <Words>138</Words>
  <Characters>762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ACP</Company>
  <LinksUpToDate>false</LinksUpToDate>
  <CharactersWithSpaces>899</CharactersWithSpaces>
  <SharedDoc>false</SharedDoc>
  <HLinks>
    <vt:vector size="6" baseType="variant">
      <vt:variant>
        <vt:i4>8257556</vt:i4>
      </vt:variant>
      <vt:variant>
        <vt:i4>0</vt:i4>
      </vt:variant>
      <vt:variant>
        <vt:i4>0</vt:i4>
      </vt:variant>
      <vt:variant>
        <vt:i4>5</vt:i4>
      </vt:variant>
      <vt:variant>
        <vt:lpwstr>mailto:acp@acp-vrd.com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Utilisateur</dc:creator>
  <cp:keywords/>
  <dc:description/>
  <cp:lastModifiedBy>Didier Troux</cp:lastModifiedBy>
  <cp:revision>6</cp:revision>
  <cp:lastPrinted>2013-09-23T13:43:00Z</cp:lastPrinted>
  <dcterms:created xsi:type="dcterms:W3CDTF">2011-04-21T13:26:00Z</dcterms:created>
  <dcterms:modified xsi:type="dcterms:W3CDTF">2017-09-01T20:09:00Z</dcterms:modified>
</cp:coreProperties>
</file>